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FA59CF" w:rsidRPr="00E960BB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FA59CF" w:rsidRPr="00A33586" w:rsidRDefault="00FA59CF" w:rsidP="00FA59CF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A33586">
        <w:rPr>
          <w:rFonts w:ascii="Corbel" w:hAnsi="Corbel"/>
          <w:smallCaps/>
          <w:sz w:val="24"/>
          <w:szCs w:val="24"/>
        </w:rPr>
        <w:t xml:space="preserve">2020-2023 </w:t>
      </w:r>
    </w:p>
    <w:p w14:paraId="2A94F79A" w14:textId="309094A4" w:rsidR="00FA59CF" w:rsidRDefault="00A33586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FA59CF">
        <w:rPr>
          <w:rFonts w:ascii="Corbel" w:hAnsi="Corbel"/>
          <w:sz w:val="20"/>
          <w:szCs w:val="20"/>
        </w:rPr>
        <w:t xml:space="preserve"> 202</w:t>
      </w:r>
      <w:r>
        <w:rPr>
          <w:rFonts w:ascii="Corbel" w:hAnsi="Corbel"/>
          <w:sz w:val="20"/>
          <w:szCs w:val="20"/>
        </w:rPr>
        <w:t>2</w:t>
      </w:r>
      <w:r w:rsidR="00FA59CF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3</w:t>
      </w:r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E/I/EP/C-1.8b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FA59CF" w:rsidRPr="009C54AE" w:rsidRDefault="00681119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681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681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073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9C54AE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3B53EC87" w14:textId="77777777" w:rsidR="00471B00" w:rsidRPr="00A33586" w:rsidRDefault="00A33586" w:rsidP="00471B00">
      <w:pPr>
        <w:rPr>
          <w:rFonts w:ascii="Corbel" w:hAnsi="Corbel"/>
          <w:sz w:val="24"/>
          <w:lang w:eastAsia="pl-PL"/>
        </w:rPr>
      </w:pPr>
      <w:r w:rsidRPr="00A33586">
        <w:rPr>
          <w:rFonts w:ascii="Corbel" w:hAnsi="Corbel"/>
          <w:sz w:val="24"/>
          <w:lang w:eastAsia="pl-PL"/>
        </w:rPr>
        <w:t>Możliwość wykorzystania platformy MS Teams.</w:t>
      </w: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77777777" w:rsidR="00681119" w:rsidRPr="009C54AE" w:rsidRDefault="00681119" w:rsidP="00A3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9B41D2" w:rsidRDefault="00AE51AB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B41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Group [w:] Społeczeństwo wobec wyzwań współczesności. Pod red. K. Jaremczuka. Wyd. PWSZ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A9248" w14:textId="77777777" w:rsidR="00C4303C" w:rsidRDefault="00C4303C" w:rsidP="00C16ABF">
      <w:pPr>
        <w:spacing w:after="0" w:line="240" w:lineRule="auto"/>
      </w:pPr>
      <w:r>
        <w:separator/>
      </w:r>
    </w:p>
  </w:endnote>
  <w:endnote w:type="continuationSeparator" w:id="0">
    <w:p w14:paraId="7A3495AA" w14:textId="77777777" w:rsidR="00C4303C" w:rsidRDefault="00C430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F5CA1" w14:textId="77777777" w:rsidR="00C4303C" w:rsidRDefault="00C4303C" w:rsidP="00C16ABF">
      <w:pPr>
        <w:spacing w:after="0" w:line="240" w:lineRule="auto"/>
      </w:pPr>
      <w:r>
        <w:separator/>
      </w:r>
    </w:p>
  </w:footnote>
  <w:footnote w:type="continuationSeparator" w:id="0">
    <w:p w14:paraId="627AD04F" w14:textId="77777777" w:rsidR="00C4303C" w:rsidRDefault="00C4303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C74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33A8"/>
    <w:rsid w:val="002D73D4"/>
    <w:rsid w:val="002F02A3"/>
    <w:rsid w:val="002F4ABE"/>
    <w:rsid w:val="003018BA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61EFC"/>
    <w:rsid w:val="004652C2"/>
    <w:rsid w:val="00471326"/>
    <w:rsid w:val="00471B00"/>
    <w:rsid w:val="0047598D"/>
    <w:rsid w:val="004840FD"/>
    <w:rsid w:val="00490F7D"/>
    <w:rsid w:val="00491678"/>
    <w:rsid w:val="004968E2"/>
    <w:rsid w:val="004A3EEA"/>
    <w:rsid w:val="004A4D1F"/>
    <w:rsid w:val="004B4632"/>
    <w:rsid w:val="004C3079"/>
    <w:rsid w:val="004D0C33"/>
    <w:rsid w:val="004D5282"/>
    <w:rsid w:val="004F1551"/>
    <w:rsid w:val="004F1F3C"/>
    <w:rsid w:val="004F55A3"/>
    <w:rsid w:val="005022CF"/>
    <w:rsid w:val="0050496F"/>
    <w:rsid w:val="00513B6F"/>
    <w:rsid w:val="00517C63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81119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A00ECC"/>
    <w:rsid w:val="00A05BDF"/>
    <w:rsid w:val="00A12862"/>
    <w:rsid w:val="00A155EE"/>
    <w:rsid w:val="00A2245B"/>
    <w:rsid w:val="00A30110"/>
    <w:rsid w:val="00A33586"/>
    <w:rsid w:val="00A36899"/>
    <w:rsid w:val="00A371F6"/>
    <w:rsid w:val="00A43BF6"/>
    <w:rsid w:val="00A5466E"/>
    <w:rsid w:val="00A54817"/>
    <w:rsid w:val="00A601C8"/>
    <w:rsid w:val="00A60799"/>
    <w:rsid w:val="00A97DE1"/>
    <w:rsid w:val="00AA30D7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5"/>
    <w:rsid w:val="00B966F9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992"/>
    <w:rsid w:val="00C4303C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A1CB1"/>
    <w:rsid w:val="00FA59CF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865E48-27AD-4FE6-A9E5-FA5DA08E5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AA7DA3-5517-4330-8536-2668BE43A2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926</Words>
  <Characters>5562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17</cp:revision>
  <cp:lastPrinted>2017-05-04T18:28:00Z</cp:lastPrinted>
  <dcterms:created xsi:type="dcterms:W3CDTF">2020-12-01T08:18:00Z</dcterms:created>
  <dcterms:modified xsi:type="dcterms:W3CDTF">2020-12-07T18:40:00Z</dcterms:modified>
</cp:coreProperties>
</file>